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3E4CCBF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3F38FD">
        <w:rPr>
          <w:rFonts w:eastAsia="Times New Roman" w:cs="Times New Roman"/>
          <w:lang w:eastAsia="cs-CZ"/>
        </w:rPr>
        <w:t>18140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682F6E8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AB3829">
        <w:rPr>
          <w:noProof/>
        </w:rPr>
        <w:t>1</w:t>
      </w:r>
      <w:r w:rsidR="005C667B">
        <w:rPr>
          <w:noProof/>
        </w:rPr>
        <w:t>6</w:t>
      </w:r>
      <w:r w:rsidR="00167955">
        <w:rPr>
          <w:noProof/>
        </w:rPr>
        <w:t xml:space="preserve">. kolo“, č.j. </w:t>
      </w:r>
      <w:r w:rsidR="003F38FD">
        <w:rPr>
          <w:noProof/>
        </w:rPr>
        <w:t>18140</w:t>
      </w:r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17374" w14:textId="77777777" w:rsidR="00360234" w:rsidRDefault="00360234" w:rsidP="00962258">
      <w:pPr>
        <w:spacing w:after="0" w:line="240" w:lineRule="auto"/>
      </w:pPr>
      <w:r>
        <w:separator/>
      </w:r>
    </w:p>
  </w:endnote>
  <w:endnote w:type="continuationSeparator" w:id="0">
    <w:p w14:paraId="7BFDBCEA" w14:textId="77777777" w:rsidR="00360234" w:rsidRDefault="003602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DD325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56A2A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B0CA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475AD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09612" w14:textId="77777777" w:rsidR="00360234" w:rsidRDefault="00360234" w:rsidP="00962258">
      <w:pPr>
        <w:spacing w:after="0" w:line="240" w:lineRule="auto"/>
      </w:pPr>
      <w:r>
        <w:separator/>
      </w:r>
    </w:p>
  </w:footnote>
  <w:footnote w:type="continuationSeparator" w:id="0">
    <w:p w14:paraId="7BC97758" w14:textId="77777777" w:rsidR="00360234" w:rsidRDefault="003602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A46BB"/>
    <w:rsid w:val="000C4FAB"/>
    <w:rsid w:val="000E23A7"/>
    <w:rsid w:val="0010693F"/>
    <w:rsid w:val="00114472"/>
    <w:rsid w:val="001550BC"/>
    <w:rsid w:val="001605B9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60234"/>
    <w:rsid w:val="003813B7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60660"/>
    <w:rsid w:val="00466F7A"/>
    <w:rsid w:val="00486107"/>
    <w:rsid w:val="00491827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61445"/>
    <w:rsid w:val="00A6177B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A2363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362BA6-6A56-4D02-A504-7A8D3B203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7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42</cp:revision>
  <cp:lastPrinted>2022-03-17T13:14:00Z</cp:lastPrinted>
  <dcterms:created xsi:type="dcterms:W3CDTF">2020-06-11T06:14:00Z</dcterms:created>
  <dcterms:modified xsi:type="dcterms:W3CDTF">2022-03-17T13:14:00Z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